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6CA" w:rsidRPr="00197F0D" w:rsidRDefault="008B56CA" w:rsidP="00A96BB6">
      <w:pPr>
        <w:jc w:val="center"/>
        <w:rPr>
          <w:b/>
          <w:sz w:val="40"/>
          <w:szCs w:val="40"/>
        </w:rPr>
      </w:pPr>
      <w:r w:rsidRPr="00197F0D">
        <w:rPr>
          <w:b/>
          <w:sz w:val="40"/>
          <w:szCs w:val="40"/>
        </w:rPr>
        <w:t>ΕΠΙΤΥΧΟΝΤΕΣ ΘΕΩΡΙΑΣ ΙΟΛΟΓΙΑΣ</w:t>
      </w:r>
    </w:p>
    <w:p w:rsidR="008B56CA" w:rsidRPr="00197F0D" w:rsidRDefault="008B56CA" w:rsidP="00A96BB6">
      <w:pPr>
        <w:jc w:val="center"/>
        <w:rPr>
          <w:b/>
          <w:sz w:val="40"/>
          <w:szCs w:val="40"/>
        </w:rPr>
      </w:pPr>
      <w:r w:rsidRPr="00197F0D">
        <w:rPr>
          <w:b/>
          <w:sz w:val="40"/>
          <w:szCs w:val="40"/>
        </w:rPr>
        <w:t>ΕΞΕΤΑΣΤΙΚΗ ΦΕΒ 2015</w:t>
      </w:r>
    </w:p>
    <w:p w:rsidR="008B56CA" w:rsidRDefault="008B56CA" w:rsidP="00A96BB6">
      <w:pPr>
        <w:jc w:val="center"/>
        <w:rPr>
          <w:sz w:val="40"/>
          <w:szCs w:val="40"/>
        </w:rPr>
      </w:pPr>
    </w:p>
    <w:p w:rsidR="008B56CA" w:rsidRPr="00197F0D" w:rsidRDefault="008B56CA" w:rsidP="00A96BB6">
      <w:pPr>
        <w:jc w:val="center"/>
        <w:rPr>
          <w:sz w:val="28"/>
          <w:szCs w:val="28"/>
        </w:rPr>
      </w:pPr>
      <w:r w:rsidRPr="00197F0D">
        <w:rPr>
          <w:sz w:val="28"/>
          <w:szCs w:val="28"/>
        </w:rPr>
        <w:t>ΒΑΝΑΚΛΙΩΤΗ ΔΕΣΠΟΙΝΑ</w:t>
      </w:r>
    </w:p>
    <w:p w:rsidR="008B56CA" w:rsidRDefault="008B56CA" w:rsidP="00A96BB6">
      <w:pPr>
        <w:jc w:val="center"/>
        <w:rPr>
          <w:sz w:val="28"/>
          <w:szCs w:val="28"/>
        </w:rPr>
      </w:pPr>
      <w:r w:rsidRPr="00197F0D">
        <w:rPr>
          <w:sz w:val="28"/>
          <w:szCs w:val="28"/>
        </w:rPr>
        <w:t>ΦΙΛΙΠΠΟΥ ΛΑΜΠΡΙΝΗ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ΛΙΑΠΠΑ ΔΕΣΠΟΙΝΑ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ΦΙΛΙΟΥΣΗ ΕΛΕΝΗ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ΚΕΛΟΓΛΟΥ ΜΕΛΕΤΙΟΣ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ΜΙΤΣΑΓΓΑΣ ΑΝΔΡΕΑΣ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ΚΑΝΤΑΡΤΖΗΣ ΚΛΕΟΒΟΥΛΟΣ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ΚΟΥΡΑΝΟΣ ΚΩΣΤΑΣ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ΜΑΥΡΟΛΕΩΝ ΑΓΓΕΛΙΚΗ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ΦΙΛΙΠΠΟΥ ΔΗΜΟΣ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ΠΑΠΑΚΥΡΙΤΣΗ ΒΑΣΙΛΙΚΗ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ΚΟΛΛΙΑ ΧΡΙΣΤΙΝΑ</w:t>
      </w:r>
    </w:p>
    <w:p w:rsidR="008B56CA" w:rsidRDefault="008B56CA" w:rsidP="00A96BB6">
      <w:pPr>
        <w:jc w:val="center"/>
        <w:rPr>
          <w:sz w:val="28"/>
          <w:szCs w:val="28"/>
        </w:rPr>
      </w:pP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ΚΑΡΑΘΑΝΑΣΗ ΑΓΓΕΛΙΚΗ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ΤΣΑΚΑΛΕΑ-ΦΑΠΠΑ ΧΡΙΣΤΙΝΑ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ΜΑΥΡΟΥΔΗ ΕΥΑΓΓΕΛΙΑ</w:t>
      </w:r>
    </w:p>
    <w:p w:rsidR="008B56CA" w:rsidRDefault="008B56CA" w:rsidP="00A96BB6">
      <w:pPr>
        <w:jc w:val="center"/>
        <w:rPr>
          <w:sz w:val="28"/>
          <w:szCs w:val="28"/>
        </w:rPr>
      </w:pP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ΜΠΙΦΣΑ ΕΛΕΥΘΕΡΙΑ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ΤΖΙΤΖΟ ΤΖΟΥΛΙΑΝΑ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ΤΟΥΠΟΥ ΕΥΘΥΜΙΑ</w:t>
      </w:r>
      <w:bookmarkStart w:id="0" w:name="_GoBack"/>
      <w:bookmarkEnd w:id="0"/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ΑΛΛΑ ΣΙΛΒΑΝΑ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ΡΟΪΔΗ ΜΑΡΙΑ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ΠΑΝΔΡΟΥΛΑ ΕΛΕΝΗ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ΜΥΛΩΝΑ ΜΑΡΙΑ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ΡΩΜΑΪΔΗΣ ΡΩΜΑΝΟΣ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ΚΑΛΑΝΤΖΑΚΗ ΠΟΛΥΞΕΝΗ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ΖΙΓΚΟΥΡΙ ΛΟΡΕΝΑ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ΜΠΙΜΠΗ ΜΑΡΙΑ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ΚΟΥΣΕΡΗΣ ΘΑΝΑΣΗΣ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ΠΑΡΑΣΚΕΥΑΪΔΟΥ ΟΛΓΑ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ΓΕΡΟΚΩΝΣΤΑΝΤΗ ΕΙΡΗΝΗ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ΠΑΠΠΑ ΒΑΣΙΛΙΚΗ</w:t>
      </w:r>
    </w:p>
    <w:p w:rsidR="008B56CA" w:rsidRDefault="008B56CA" w:rsidP="00A96BB6">
      <w:pPr>
        <w:jc w:val="center"/>
        <w:rPr>
          <w:sz w:val="28"/>
          <w:szCs w:val="28"/>
        </w:rPr>
      </w:pPr>
      <w:r>
        <w:rPr>
          <w:sz w:val="28"/>
          <w:szCs w:val="28"/>
        </w:rPr>
        <w:t>ΚΩΝΣΤΑΝΤΙΝΙΔΟΥ ΚΥΡΙΑΚΗ</w:t>
      </w:r>
    </w:p>
    <w:p w:rsidR="008B56CA" w:rsidRDefault="008B56CA" w:rsidP="00A96BB6">
      <w:pPr>
        <w:jc w:val="center"/>
        <w:rPr>
          <w:sz w:val="28"/>
          <w:szCs w:val="28"/>
        </w:rPr>
      </w:pPr>
    </w:p>
    <w:p w:rsidR="008B56CA" w:rsidRPr="00197F0D" w:rsidRDefault="008B56CA" w:rsidP="00A96BB6">
      <w:pPr>
        <w:jc w:val="center"/>
        <w:rPr>
          <w:sz w:val="28"/>
          <w:szCs w:val="28"/>
        </w:rPr>
      </w:pPr>
    </w:p>
    <w:p w:rsidR="008B56CA" w:rsidRPr="00A96BB6" w:rsidRDefault="008B56CA" w:rsidP="00A96BB6">
      <w:pPr>
        <w:jc w:val="center"/>
        <w:rPr>
          <w:sz w:val="40"/>
          <w:szCs w:val="40"/>
        </w:rPr>
      </w:pPr>
    </w:p>
    <w:sectPr w:rsidR="008B56CA" w:rsidRPr="00A96BB6" w:rsidSect="00902AA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BB6"/>
    <w:rsid w:val="00197F0D"/>
    <w:rsid w:val="00226AF9"/>
    <w:rsid w:val="006933C3"/>
    <w:rsid w:val="00713C91"/>
    <w:rsid w:val="008A2F55"/>
    <w:rsid w:val="008B56CA"/>
    <w:rsid w:val="00902AA4"/>
    <w:rsid w:val="00A96BB6"/>
    <w:rsid w:val="00B56041"/>
    <w:rsid w:val="00B639AA"/>
    <w:rsid w:val="00C319E9"/>
    <w:rsid w:val="00E02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AA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93</Words>
  <Characters>503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ΕΠΙΤΥΧΟΝΤΕΣ ΘΕΩΡΙΑΣ ΙΟΛΟΓΙΑΣ</dc:title>
  <dc:subject/>
  <dc:creator>Eva</dc:creator>
  <cp:keywords/>
  <dc:description/>
  <cp:lastModifiedBy>grie1</cp:lastModifiedBy>
  <cp:revision>2</cp:revision>
  <dcterms:created xsi:type="dcterms:W3CDTF">2015-03-02T11:06:00Z</dcterms:created>
  <dcterms:modified xsi:type="dcterms:W3CDTF">2015-03-02T11:06:00Z</dcterms:modified>
</cp:coreProperties>
</file>