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1FB" w:rsidRPr="006F4BFA" w:rsidRDefault="00B061FB" w:rsidP="00F06A4B">
      <w:pPr>
        <w:jc w:val="center"/>
        <w:rPr>
          <w:rFonts w:ascii="Calibri" w:hAnsi="Calibri"/>
          <w:b/>
          <w:bCs/>
          <w:caps/>
          <w:highlight w:val="yellow"/>
        </w:rPr>
      </w:pPr>
      <w:r w:rsidRPr="003150BF">
        <w:rPr>
          <w:rFonts w:ascii="Calibri" w:hAnsi="Calibri"/>
          <w:noProof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26.75pt;height:50.25pt;visibility:visible">
            <v:imagedata r:id="rId7" o:title=""/>
          </v:shape>
        </w:pict>
      </w:r>
    </w:p>
    <w:p w:rsidR="00B061FB" w:rsidRPr="0019456F" w:rsidRDefault="00B061FB" w:rsidP="00F06A4B">
      <w:pPr>
        <w:jc w:val="center"/>
        <w:rPr>
          <w:rFonts w:ascii="Calibri" w:hAnsi="Calibri"/>
          <w:b/>
          <w:bCs/>
          <w:caps/>
          <w:sz w:val="24"/>
          <w:szCs w:val="24"/>
          <w:lang w:val="en-US"/>
        </w:rPr>
      </w:pPr>
    </w:p>
    <w:p w:rsidR="00B061FB" w:rsidRPr="00980AA8" w:rsidRDefault="00B061F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9456F">
        <w:rPr>
          <w:rFonts w:ascii="Calibri" w:hAnsi="Calibri"/>
          <w:b/>
          <w:bCs/>
          <w:caps/>
          <w:sz w:val="24"/>
          <w:szCs w:val="24"/>
        </w:rPr>
        <w:t>Ε.1</w:t>
      </w:r>
      <w:r>
        <w:rPr>
          <w:rFonts w:ascii="Calibri" w:hAnsi="Calibri"/>
          <w:b/>
          <w:bCs/>
          <w:caps/>
          <w:sz w:val="24"/>
          <w:szCs w:val="24"/>
        </w:rPr>
        <w:t>10</w:t>
      </w:r>
      <w:r w:rsidRPr="0019456F">
        <w:rPr>
          <w:rFonts w:ascii="Calibri" w:hAnsi="Calibri"/>
          <w:b/>
          <w:bCs/>
          <w:caps/>
          <w:sz w:val="24"/>
          <w:szCs w:val="24"/>
        </w:rPr>
        <w:t>-</w:t>
      </w:r>
      <w:r>
        <w:rPr>
          <w:rFonts w:ascii="Calibri" w:hAnsi="Calibri"/>
          <w:b/>
          <w:bCs/>
          <w:caps/>
          <w:sz w:val="24"/>
          <w:szCs w:val="24"/>
        </w:rPr>
        <w:t>1α</w:t>
      </w:r>
      <w:r w:rsidRPr="0019456F">
        <w:rPr>
          <w:rFonts w:ascii="Calibri" w:hAnsi="Calibri"/>
          <w:b/>
          <w:bCs/>
          <w:caps/>
          <w:sz w:val="24"/>
          <w:szCs w:val="24"/>
        </w:rPr>
        <w:t xml:space="preserve">: </w:t>
      </w:r>
      <w:r>
        <w:rPr>
          <w:rFonts w:ascii="Calibri" w:hAnsi="Calibri"/>
          <w:b/>
          <w:bCs/>
          <w:caps/>
          <w:sz w:val="24"/>
          <w:szCs w:val="24"/>
        </w:rPr>
        <w:t xml:space="preserve">ΑΝΑΚΟΙΝΩΣΗ – ΠΡΟΣΚΛΗΣΗ ΕΚΔΗΛΩΣΗΣ ΕΝΔΙΑΦΕΡΟΝΤΟΣ </w:t>
      </w:r>
    </w:p>
    <w:p w:rsidR="00B061FB" w:rsidRPr="00980AA8" w:rsidRDefault="00B061FB" w:rsidP="00F06A4B">
      <w:pPr>
        <w:rPr>
          <w:rFonts w:ascii="Calibri" w:hAnsi="Calibri"/>
        </w:rPr>
      </w:pPr>
    </w:p>
    <w:p w:rsidR="00B061FB" w:rsidRPr="00876AFC" w:rsidRDefault="00B061FB" w:rsidP="0019456F">
      <w:pPr>
        <w:spacing w:before="120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 w:rsidRPr="00876AFC">
        <w:rPr>
          <w:rFonts w:ascii="Calibri" w:hAnsi="Calibri"/>
          <w:b/>
          <w:sz w:val="28"/>
          <w:szCs w:val="28"/>
        </w:rPr>
        <w:t xml:space="preserve">ΤΕΙ </w:t>
      </w:r>
      <w:r>
        <w:rPr>
          <w:rFonts w:ascii="Calibri" w:hAnsi="Calibri"/>
          <w:b/>
          <w:sz w:val="28"/>
          <w:szCs w:val="28"/>
        </w:rPr>
        <w:t>Θεσσαλίας</w:t>
      </w:r>
    </w:p>
    <w:p w:rsidR="00B061FB" w:rsidRPr="00876AFC" w:rsidRDefault="00B061FB" w:rsidP="0019456F">
      <w:pPr>
        <w:spacing w:before="12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Τμήμα: Νοσηλευτικής</w:t>
      </w:r>
    </w:p>
    <w:p w:rsidR="00B061FB" w:rsidRPr="00734C8E" w:rsidRDefault="00B061FB" w:rsidP="0019456F">
      <w:pPr>
        <w:spacing w:before="120" w:line="312" w:lineRule="auto"/>
        <w:rPr>
          <w:rFonts w:ascii="Calibri" w:hAnsi="Calibri"/>
          <w:b/>
          <w:sz w:val="32"/>
          <w:szCs w:val="32"/>
        </w:rPr>
      </w:pPr>
    </w:p>
    <w:p w:rsidR="00B061FB" w:rsidRPr="00FE1BAA" w:rsidRDefault="00B061FB" w:rsidP="0019456F">
      <w:pPr>
        <w:spacing w:before="120" w:line="312" w:lineRule="auto"/>
        <w:jc w:val="right"/>
        <w:rPr>
          <w:rFonts w:ascii="Calibri" w:hAnsi="Calibri"/>
        </w:rPr>
      </w:pPr>
      <w:r>
        <w:rPr>
          <w:rFonts w:ascii="Calibri" w:hAnsi="Calibri"/>
        </w:rPr>
        <w:t>Λάρισα, 0</w:t>
      </w:r>
      <w:r w:rsidRPr="00FE1BAA">
        <w:rPr>
          <w:rFonts w:ascii="Calibri" w:hAnsi="Calibri"/>
        </w:rPr>
        <w:t>1</w:t>
      </w:r>
      <w:r w:rsidRPr="00734C8E">
        <w:rPr>
          <w:rFonts w:ascii="Calibri" w:hAnsi="Calibri"/>
        </w:rPr>
        <w:t>/</w:t>
      </w:r>
      <w:r>
        <w:rPr>
          <w:rFonts w:ascii="Calibri" w:hAnsi="Calibri"/>
        </w:rPr>
        <w:t>0</w:t>
      </w:r>
      <w:r w:rsidRPr="00FE1BAA">
        <w:rPr>
          <w:rFonts w:ascii="Calibri" w:hAnsi="Calibri"/>
        </w:rPr>
        <w:t>2</w:t>
      </w:r>
      <w:r>
        <w:rPr>
          <w:rFonts w:ascii="Calibri" w:hAnsi="Calibri"/>
        </w:rPr>
        <w:t>/201</w:t>
      </w:r>
      <w:r w:rsidRPr="00FE1BAA">
        <w:rPr>
          <w:rFonts w:ascii="Calibri" w:hAnsi="Calibri"/>
        </w:rPr>
        <w:t>7</w:t>
      </w:r>
    </w:p>
    <w:p w:rsidR="00B061FB" w:rsidRPr="00734C8E" w:rsidRDefault="00B061FB" w:rsidP="0019456F">
      <w:pPr>
        <w:spacing w:before="120" w:line="312" w:lineRule="auto"/>
        <w:jc w:val="right"/>
        <w:rPr>
          <w:rFonts w:ascii="Calibri" w:hAnsi="Calibri"/>
        </w:rPr>
      </w:pPr>
    </w:p>
    <w:p w:rsidR="00B061FB" w:rsidRDefault="00B061FB" w:rsidP="0019456F">
      <w:pPr>
        <w:spacing w:before="120" w:line="312" w:lineRule="auto"/>
        <w:jc w:val="both"/>
        <w:rPr>
          <w:rFonts w:ascii="Calibri" w:hAnsi="Calibri"/>
        </w:rPr>
      </w:pPr>
      <w:r w:rsidRPr="00734C8E">
        <w:rPr>
          <w:rFonts w:ascii="Calibri" w:hAnsi="Calibri"/>
        </w:rPr>
        <w:t>Ανακοινώνεται η προκήρυξη</w:t>
      </w:r>
      <w:r>
        <w:rPr>
          <w:rFonts w:ascii="Calibri" w:hAnsi="Calibri"/>
        </w:rPr>
        <w:t xml:space="preserve"> </w:t>
      </w:r>
      <w:r w:rsidRPr="00FE1BAA">
        <w:rPr>
          <w:rFonts w:ascii="Calibri" w:hAnsi="Calibri"/>
        </w:rPr>
        <w:t>15 (</w:t>
      </w:r>
      <w:r>
        <w:rPr>
          <w:rFonts w:ascii="Calibri" w:hAnsi="Calibri"/>
        </w:rPr>
        <w:t>δεκαπέντε</w:t>
      </w:r>
      <w:r w:rsidRPr="00FE1BAA">
        <w:rPr>
          <w:rFonts w:ascii="Calibri" w:hAnsi="Calibri"/>
        </w:rPr>
        <w:t xml:space="preserve">) </w:t>
      </w:r>
      <w:r w:rsidRPr="00734C8E">
        <w:rPr>
          <w:rFonts w:ascii="Calibri" w:hAnsi="Calibri"/>
        </w:rPr>
        <w:t xml:space="preserve">επιδοτούμενων </w:t>
      </w:r>
      <w:r>
        <w:rPr>
          <w:rFonts w:ascii="Calibri" w:hAnsi="Calibri"/>
        </w:rPr>
        <w:t xml:space="preserve"> </w:t>
      </w:r>
      <w:r w:rsidRPr="00734C8E">
        <w:rPr>
          <w:rFonts w:ascii="Calibri" w:hAnsi="Calibri"/>
        </w:rPr>
        <w:t xml:space="preserve">θέσεων Πρακτικής Άσκησης, στα πλαίσια του προγράμματος  </w:t>
      </w:r>
      <w:r w:rsidRPr="00734C8E">
        <w:rPr>
          <w:rFonts w:ascii="Calibri" w:hAnsi="Calibri"/>
          <w:i/>
        </w:rPr>
        <w:t xml:space="preserve">“Πρακτική Άσκηση </w:t>
      </w:r>
      <w:r>
        <w:rPr>
          <w:rFonts w:ascii="Calibri" w:hAnsi="Calibri"/>
          <w:i/>
        </w:rPr>
        <w:t>Τριτοβάθμιας Εκπαίδευσης</w:t>
      </w:r>
      <w:r w:rsidRPr="00734C8E">
        <w:rPr>
          <w:rFonts w:ascii="Calibri" w:hAnsi="Calibri"/>
          <w:i/>
        </w:rPr>
        <w:t>”</w:t>
      </w:r>
      <w:r w:rsidRPr="00734C8E">
        <w:rPr>
          <w:rFonts w:ascii="Calibri" w:hAnsi="Calibri"/>
          <w:b/>
        </w:rPr>
        <w:t xml:space="preserve"> </w:t>
      </w:r>
      <w:r w:rsidRPr="00B13851">
        <w:rPr>
          <w:rFonts w:ascii="Calibri" w:hAnsi="Calibri"/>
        </w:rPr>
        <w:t>του Ε.Π. «Ανάπτυξη Ανθρωπίνου Δυναμικού, Εκπαίδευση και Δια Βίου Μάθηση» το οποίο συγχρηματοδοτείται από το Ευρωπαϊκό Κοινωνικό Ταμείο</w:t>
      </w:r>
      <w:r w:rsidRPr="00734C8E">
        <w:rPr>
          <w:rFonts w:ascii="Calibri" w:hAnsi="Calibri"/>
        </w:rPr>
        <w:t xml:space="preserve">, για την περίοδο από </w:t>
      </w:r>
      <w:r>
        <w:rPr>
          <w:rFonts w:ascii="Calibri" w:hAnsi="Calibri"/>
        </w:rPr>
        <w:t>01</w:t>
      </w:r>
      <w:r w:rsidRPr="00734C8E">
        <w:rPr>
          <w:rFonts w:ascii="Calibri" w:hAnsi="Calibri"/>
        </w:rPr>
        <w:t>/</w:t>
      </w:r>
      <w:r w:rsidRPr="00FE1BAA">
        <w:rPr>
          <w:rFonts w:ascii="Calibri" w:hAnsi="Calibri"/>
        </w:rPr>
        <w:t>04</w:t>
      </w:r>
      <w:r>
        <w:rPr>
          <w:rFonts w:ascii="Calibri" w:hAnsi="Calibri"/>
        </w:rPr>
        <w:t>/201</w:t>
      </w:r>
      <w:r w:rsidRPr="00FE1BAA">
        <w:rPr>
          <w:rFonts w:ascii="Calibri" w:hAnsi="Calibri"/>
        </w:rPr>
        <w:t>7</w:t>
      </w:r>
      <w:r>
        <w:rPr>
          <w:rFonts w:ascii="Calibri" w:hAnsi="Calibri"/>
        </w:rPr>
        <w:t xml:space="preserve"> έως 3</w:t>
      </w:r>
      <w:r w:rsidRPr="00FE1BAA">
        <w:rPr>
          <w:rFonts w:ascii="Calibri" w:hAnsi="Calibri"/>
        </w:rPr>
        <w:t>0</w:t>
      </w:r>
      <w:r w:rsidRPr="00734C8E">
        <w:rPr>
          <w:rFonts w:ascii="Calibri" w:hAnsi="Calibri"/>
        </w:rPr>
        <w:t>/</w:t>
      </w:r>
      <w:r>
        <w:rPr>
          <w:rFonts w:ascii="Calibri" w:hAnsi="Calibri"/>
        </w:rPr>
        <w:t>0</w:t>
      </w:r>
      <w:r w:rsidRPr="00FE1BAA">
        <w:rPr>
          <w:rFonts w:ascii="Calibri" w:hAnsi="Calibri"/>
        </w:rPr>
        <w:t>9</w:t>
      </w:r>
      <w:r>
        <w:rPr>
          <w:rFonts w:ascii="Calibri" w:hAnsi="Calibri"/>
        </w:rPr>
        <w:t>/2017.</w:t>
      </w:r>
    </w:p>
    <w:p w:rsidR="00B061FB" w:rsidRPr="002C7F7D" w:rsidRDefault="00B061FB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>Οι ενδιαφερόμενοι φοιτητές θα πρέπει να υποβάλλουν σχετική αίτηση, μέχρι 09</w:t>
      </w:r>
      <w:r w:rsidRPr="00734C8E">
        <w:rPr>
          <w:rFonts w:ascii="Calibri" w:hAnsi="Calibri"/>
        </w:rPr>
        <w:t>/</w:t>
      </w:r>
      <w:r>
        <w:rPr>
          <w:rFonts w:ascii="Calibri" w:hAnsi="Calibri"/>
        </w:rPr>
        <w:t>02/2017. Η κατάθεση δικαιολογητικών θα γίνει στο γραφείο του Επίκουρου Καθηγητή κ. Τσάρα Κων/νου κατά τις ημερομηνίες 08/02/2017 και 09/02/2017.</w:t>
      </w:r>
    </w:p>
    <w:p w:rsidR="00B061FB" w:rsidRDefault="00B061FB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  <w:lang w:val="en-US"/>
        </w:rPr>
        <w:t>T</w:t>
      </w:r>
      <w:r>
        <w:rPr>
          <w:rFonts w:ascii="Calibri" w:hAnsi="Calibri"/>
        </w:rPr>
        <w:t>α απαιτούμενα δικαιολογητικά</w:t>
      </w:r>
      <w:r w:rsidRPr="009B1C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είναι τα ακόλουθα: </w:t>
      </w:r>
    </w:p>
    <w:p w:rsidR="00B061FB" w:rsidRPr="009B1CE4" w:rsidRDefault="00B061FB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α. Αίτηση</w:t>
      </w:r>
      <w:r>
        <w:rPr>
          <w:rFonts w:ascii="Calibri" w:hAnsi="Calibri"/>
        </w:rPr>
        <w:t xml:space="preserve"> (αναρτάται στην ιστοσελίδα του Τμήματος ειδική αίτηση δύο σελίδων για το ΕΣΠΑ)</w:t>
      </w:r>
    </w:p>
    <w:p w:rsidR="00B061FB" w:rsidRPr="000E1855" w:rsidRDefault="00B061FB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 xml:space="preserve">β. Βεβαίωση </w:t>
      </w:r>
      <w:r>
        <w:rPr>
          <w:rFonts w:ascii="Calibri" w:hAnsi="Calibri"/>
        </w:rPr>
        <w:t>Πρακτικής ΕΣΠΑ (θα αναζητηθεί από το Τμήμα)</w:t>
      </w:r>
    </w:p>
    <w:p w:rsidR="00B061FB" w:rsidRPr="009B1CE4" w:rsidRDefault="00B061FB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γ. Εκκαθαριστικό Εφορίας</w:t>
      </w:r>
      <w:r>
        <w:rPr>
          <w:rFonts w:ascii="Calibri" w:hAnsi="Calibri"/>
        </w:rPr>
        <w:t xml:space="preserve"> των γονέων</w:t>
      </w:r>
    </w:p>
    <w:p w:rsidR="00B061FB" w:rsidRPr="009B1CE4" w:rsidRDefault="00B061FB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δ. Πιστοποιητικό Οικογενειακής Κατάστασης</w:t>
      </w:r>
    </w:p>
    <w:p w:rsidR="00B061FB" w:rsidRPr="009B1CE4" w:rsidRDefault="00B061FB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ε. Για την περίπτωση αναπηρίας: Απόφαση Υγειονομικής Επιτροπής</w:t>
      </w:r>
    </w:p>
    <w:p w:rsidR="00B061FB" w:rsidRPr="00102EB3" w:rsidRDefault="00B061FB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 xml:space="preserve">στ. Για την περίπτωση ασθένειας: Βεβαίωση Κρατικού Νοσοκομείου </w:t>
      </w:r>
    </w:p>
    <w:p w:rsidR="00B061FB" w:rsidRDefault="00B061FB" w:rsidP="005517F9">
      <w:pPr>
        <w:jc w:val="both"/>
        <w:rPr>
          <w:rFonts w:ascii="Calibri" w:hAnsi="Calibri"/>
        </w:rPr>
      </w:pPr>
      <w:r w:rsidRPr="000B45C5">
        <w:rPr>
          <w:rFonts w:ascii="Calibri" w:hAnsi="Calibri"/>
        </w:rPr>
        <w:tab/>
      </w:r>
      <w:r>
        <w:rPr>
          <w:rFonts w:ascii="Calibri" w:hAnsi="Calibri"/>
        </w:rPr>
        <w:t xml:space="preserve">ζ. Βεβαίωση Εργοδότη (προαιρετικό)  </w:t>
      </w:r>
    </w:p>
    <w:p w:rsidR="00B061FB" w:rsidRPr="006657FB" w:rsidRDefault="00B061FB" w:rsidP="0019456F">
      <w:pPr>
        <w:spacing w:before="120" w:line="312" w:lineRule="auto"/>
        <w:jc w:val="both"/>
        <w:rPr>
          <w:rFonts w:ascii="Calibri" w:hAnsi="Calibri"/>
        </w:rPr>
      </w:pPr>
    </w:p>
    <w:p w:rsidR="00B061FB" w:rsidRDefault="00B061FB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Ο Επιστημονικός Υπεύθυνος Π.Α Τμήματος </w:t>
      </w:r>
    </w:p>
    <w:p w:rsidR="00B061FB" w:rsidRDefault="00B061FB" w:rsidP="0019456F">
      <w:pPr>
        <w:spacing w:before="120" w:line="312" w:lineRule="auto"/>
        <w:jc w:val="both"/>
        <w:rPr>
          <w:rFonts w:ascii="Calibri" w:hAnsi="Calibri"/>
        </w:rPr>
      </w:pPr>
    </w:p>
    <w:p w:rsidR="00B061FB" w:rsidRPr="00734C8E" w:rsidRDefault="00B061FB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Τσάρας Κων/νος</w:t>
      </w:r>
    </w:p>
    <w:p w:rsidR="00B061FB" w:rsidRPr="00FF31CC" w:rsidRDefault="00B061FB" w:rsidP="00DE2284">
      <w:pPr>
        <w:spacing w:before="840"/>
        <w:jc w:val="center"/>
      </w:pPr>
    </w:p>
    <w:sectPr w:rsidR="00B061FB" w:rsidRPr="00FF31CC" w:rsidSect="001945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1FB" w:rsidRDefault="00B061FB">
      <w:r>
        <w:separator/>
      </w:r>
    </w:p>
  </w:endnote>
  <w:endnote w:type="continuationSeparator" w:id="0">
    <w:p w:rsidR="00B061FB" w:rsidRDefault="00B06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1FB" w:rsidRDefault="00B061F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1FB" w:rsidRPr="00681663" w:rsidRDefault="00B061FB" w:rsidP="00586D16">
    <w:pPr>
      <w:pStyle w:val="Footer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ΦΟΙ_Ε.105-1/21-4-2015.</w:t>
    </w:r>
    <w:r w:rsidRPr="00B83E02">
      <w:rPr>
        <w:rFonts w:ascii="Calibri" w:hAnsi="Calibri" w:cs="Calibri"/>
        <w:color w:val="984806"/>
        <w:sz w:val="18"/>
        <w:szCs w:val="18"/>
      </w:rPr>
      <w:t>/</w:t>
    </w:r>
    <w:r w:rsidRPr="00681663">
      <w:rPr>
        <w:rFonts w:ascii="Calibri" w:hAnsi="Calibri" w:cs="Calibri"/>
        <w:color w:val="984806"/>
        <w:sz w:val="18"/>
        <w:szCs w:val="18"/>
      </w:rPr>
      <w:t>ΕΚΔ.1.0</w:t>
    </w:r>
    <w:r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Pr="003150BF">
      <w:rPr>
        <w:rFonts w:ascii="Calibri" w:hAnsi="Calibri" w:cs="Calibri"/>
        <w:noProof/>
        <w:color w:val="984806"/>
        <w:sz w:val="16"/>
        <w:szCs w:val="16"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Εικόνα 1" o:spid="_x0000_i1026" type="#_x0000_t75" alt="Περιγραφή: C:\Users\ΕΙΡΗΝΗ\Pictures\symbols\copyright-logo.gif" style="width:11.25pt;height:9pt;visibility:visible">
          <v:imagedata r:id="rId1" o:title=""/>
        </v:shape>
      </w:pic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Pr="00681663">
      <w:rPr>
        <w:rFonts w:ascii="Calibri" w:hAnsi="Calibri" w:cs="Calibri"/>
        <w:color w:val="984806"/>
        <w:sz w:val="18"/>
        <w:szCs w:val="18"/>
      </w:rPr>
      <w:t xml:space="preserve"> </w:t>
    </w:r>
    <w:r>
      <w:rPr>
        <w:rFonts w:ascii="Calibri" w:hAnsi="Calibri" w:cs="Calibri"/>
        <w:color w:val="984806"/>
        <w:sz w:val="18"/>
        <w:szCs w:val="18"/>
      </w:rPr>
      <w:tab/>
    </w:r>
    <w:r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Pr="00681663">
      <w:rPr>
        <w:rFonts w:ascii="Calibri" w:hAnsi="Calibri" w:cs="Calibri"/>
        <w:color w:val="984806"/>
        <w:sz w:val="18"/>
        <w:szCs w:val="18"/>
      </w:rPr>
      <w:fldChar w:fldCharType="separate"/>
    </w:r>
    <w:r>
      <w:rPr>
        <w:rFonts w:ascii="Calibri" w:hAnsi="Calibri" w:cs="Calibri"/>
        <w:noProof/>
        <w:color w:val="984806"/>
        <w:sz w:val="18"/>
        <w:szCs w:val="18"/>
      </w:rPr>
      <w:t>2</w:t>
    </w:r>
    <w:r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1FB" w:rsidRPr="00681663" w:rsidRDefault="00B061FB" w:rsidP="00EA1DFF">
    <w:pPr>
      <w:pStyle w:val="Footer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Ε.110</w:t>
    </w:r>
    <w:r w:rsidRPr="009343DB">
      <w:rPr>
        <w:rFonts w:ascii="Calibri" w:hAnsi="Calibri" w:cs="Calibri"/>
        <w:color w:val="984806"/>
        <w:sz w:val="18"/>
        <w:szCs w:val="18"/>
      </w:rPr>
      <w:t>-1Α</w:t>
    </w:r>
    <w:r>
      <w:rPr>
        <w:rFonts w:ascii="Calibri" w:hAnsi="Calibri" w:cs="Calibri"/>
        <w:color w:val="984806"/>
        <w:sz w:val="18"/>
        <w:szCs w:val="18"/>
      </w:rPr>
      <w:t>/</w:t>
    </w:r>
    <w:r w:rsidRPr="00981D28">
      <w:rPr>
        <w:rFonts w:ascii="Calibri" w:hAnsi="Calibri" w:cs="Calibri"/>
        <w:color w:val="984806"/>
        <w:sz w:val="18"/>
        <w:szCs w:val="18"/>
      </w:rPr>
      <w:t>17</w:t>
    </w:r>
    <w:r>
      <w:rPr>
        <w:rFonts w:ascii="Calibri" w:hAnsi="Calibri" w:cs="Calibri"/>
        <w:color w:val="984806"/>
        <w:sz w:val="18"/>
        <w:szCs w:val="18"/>
      </w:rPr>
      <w:t>-</w:t>
    </w:r>
    <w:r w:rsidRPr="00981D28">
      <w:rPr>
        <w:rFonts w:ascii="Calibri" w:hAnsi="Calibri" w:cs="Calibri"/>
        <w:color w:val="984806"/>
        <w:sz w:val="18"/>
        <w:szCs w:val="18"/>
      </w:rPr>
      <w:t>3</w:t>
    </w:r>
    <w:r>
      <w:rPr>
        <w:rFonts w:ascii="Calibri" w:hAnsi="Calibri" w:cs="Calibri"/>
        <w:color w:val="984806"/>
        <w:sz w:val="18"/>
        <w:szCs w:val="18"/>
      </w:rPr>
      <w:t>-201</w:t>
    </w:r>
    <w:r w:rsidRPr="00981D28">
      <w:rPr>
        <w:rFonts w:ascii="Calibri" w:hAnsi="Calibri" w:cs="Calibri"/>
        <w:color w:val="984806"/>
        <w:sz w:val="18"/>
        <w:szCs w:val="18"/>
      </w:rPr>
      <w:t>6</w:t>
    </w:r>
    <w:r w:rsidRPr="00B83E02">
      <w:rPr>
        <w:rFonts w:ascii="Calibri" w:hAnsi="Calibri" w:cs="Calibri"/>
        <w:color w:val="984806"/>
        <w:sz w:val="18"/>
        <w:szCs w:val="18"/>
      </w:rPr>
      <w:t>/</w:t>
    </w:r>
    <w:r w:rsidRPr="00681663">
      <w:rPr>
        <w:rFonts w:ascii="Calibri" w:hAnsi="Calibri" w:cs="Calibri"/>
        <w:color w:val="984806"/>
        <w:sz w:val="18"/>
        <w:szCs w:val="18"/>
      </w:rPr>
      <w:t>ΕΚΔ.1.0</w:t>
    </w:r>
    <w:r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Pr="003150BF">
      <w:rPr>
        <w:rFonts w:ascii="Calibri" w:hAnsi="Calibri" w:cs="Calibri"/>
        <w:noProof/>
        <w:color w:val="984806"/>
        <w:sz w:val="16"/>
        <w:szCs w:val="16"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2" type="#_x0000_t75" alt="Περιγραφή: C:\Users\ΕΙΡΗΝΗ\Pictures\symbols\copyright-logo.gif" style="width:11.25pt;height:9pt;visibility:visible">
          <v:imagedata r:id="rId1" o:title=""/>
        </v:shape>
      </w:pic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Pr="00681663">
      <w:rPr>
        <w:rFonts w:ascii="Calibri" w:hAnsi="Calibri" w:cs="Calibri"/>
        <w:color w:val="984806"/>
        <w:sz w:val="18"/>
        <w:szCs w:val="18"/>
      </w:rPr>
      <w:fldChar w:fldCharType="separate"/>
    </w:r>
    <w:r>
      <w:rPr>
        <w:rFonts w:ascii="Calibri" w:hAnsi="Calibri" w:cs="Calibri"/>
        <w:noProof/>
        <w:color w:val="984806"/>
        <w:sz w:val="18"/>
        <w:szCs w:val="18"/>
      </w:rPr>
      <w:t>1</w:t>
    </w:r>
    <w:r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1FB" w:rsidRDefault="00B061FB">
      <w:r>
        <w:separator/>
      </w:r>
    </w:p>
  </w:footnote>
  <w:footnote w:type="continuationSeparator" w:id="0">
    <w:p w:rsidR="00B061FB" w:rsidRDefault="00B061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1FB" w:rsidRDefault="00B061F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1FB" w:rsidRDefault="00B061F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/>
    </w:tblPr>
    <w:tblGrid>
      <w:gridCol w:w="1635"/>
      <w:gridCol w:w="1614"/>
      <w:gridCol w:w="1276"/>
      <w:gridCol w:w="3349"/>
      <w:gridCol w:w="1777"/>
    </w:tblGrid>
    <w:tr w:rsidR="00B061FB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</w:tcPr>
        <w:p w:rsidR="00B061FB" w:rsidRPr="00395E16" w:rsidRDefault="00B061FB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150BF">
            <w:rPr>
              <w:rFonts w:ascii="Calibri" w:hAnsi="Calibri" w:cs="Arial"/>
              <w:noProof/>
              <w:color w:val="365F91"/>
              <w:sz w:val="16"/>
              <w:szCs w:val="16"/>
              <w:lang w:eastAsia="el-G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3" o:spid="_x0000_i1029" type="#_x0000_t75" style="width:65.25pt;height:68.25pt;visibility:visible">
                <v:imagedata r:id="rId1" o:title="" cropright="9237f"/>
              </v:shape>
            </w:pict>
          </w:r>
        </w:p>
      </w:tc>
      <w:tc>
        <w:tcPr>
          <w:tcW w:w="1614" w:type="dxa"/>
          <w:vAlign w:val="center"/>
        </w:tcPr>
        <w:p w:rsidR="00B061FB" w:rsidRPr="00395E16" w:rsidRDefault="00B061FB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vAlign w:val="center"/>
        </w:tcPr>
        <w:p w:rsidR="00B061FB" w:rsidRPr="0019456F" w:rsidRDefault="00B061FB" w:rsidP="000B45C5">
          <w:pPr>
            <w:spacing w:before="60" w:after="60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  Ε.110</w:t>
          </w:r>
          <w:r w:rsidRPr="0019456F">
            <w:rPr>
              <w:rFonts w:ascii="Calibri" w:hAnsi="Calibri" w:cs="Calibri"/>
              <w:b/>
              <w:color w:val="984806"/>
              <w:sz w:val="16"/>
              <w:szCs w:val="16"/>
            </w:rPr>
            <w:t>-1</w:t>
          </w: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Α</w:t>
          </w:r>
        </w:p>
      </w:tc>
      <w:tc>
        <w:tcPr>
          <w:tcW w:w="3349" w:type="dxa"/>
          <w:vAlign w:val="center"/>
        </w:tcPr>
        <w:p w:rsidR="00B061FB" w:rsidRPr="00395E16" w:rsidRDefault="00B061FB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B061FB" w:rsidRPr="00395E16" w:rsidRDefault="00B061FB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 w:rsidRPr="003150BF">
            <w:rPr>
              <w:rFonts w:ascii="Calibri" w:hAnsi="Calibri" w:cs="Arial"/>
              <w:noProof/>
              <w:sz w:val="16"/>
              <w:szCs w:val="16"/>
              <w:lang w:eastAsia="el-GR"/>
            </w:rPr>
            <w:pict>
              <v:shape id="_x0000_i1030" type="#_x0000_t75" alt="modip_logo_gr" style="width:72.75pt;height:67.5pt;visibility:visible">
                <v:imagedata r:id="rId2" o:title=""/>
              </v:shape>
            </w:pict>
          </w:r>
        </w:p>
      </w:tc>
    </w:tr>
    <w:tr w:rsidR="00B061FB" w:rsidRPr="00395E16" w:rsidTr="00FC1902">
      <w:trPr>
        <w:cantSplit/>
        <w:trHeight w:val="513"/>
        <w:jc w:val="center"/>
      </w:trPr>
      <w:tc>
        <w:tcPr>
          <w:tcW w:w="1635" w:type="dxa"/>
          <w:vMerge/>
        </w:tcPr>
        <w:p w:rsidR="00B061FB" w:rsidRPr="00395E16" w:rsidRDefault="00B061FB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vAlign w:val="center"/>
        </w:tcPr>
        <w:p w:rsidR="00B061FB" w:rsidRDefault="00B061FB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vAlign w:val="center"/>
        </w:tcPr>
        <w:p w:rsidR="00B061FB" w:rsidRPr="000B45C5" w:rsidRDefault="00B061FB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777" w:type="dxa"/>
          <w:vMerge/>
          <w:vAlign w:val="center"/>
        </w:tcPr>
        <w:p w:rsidR="00B061FB" w:rsidRPr="00395E16" w:rsidRDefault="00B061FB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B061FB" w:rsidRPr="00395E16" w:rsidTr="00FC1902">
      <w:trPr>
        <w:cantSplit/>
        <w:trHeight w:val="513"/>
        <w:jc w:val="center"/>
      </w:trPr>
      <w:tc>
        <w:tcPr>
          <w:tcW w:w="1635" w:type="dxa"/>
          <w:vMerge/>
        </w:tcPr>
        <w:p w:rsidR="00B061FB" w:rsidRPr="00395E16" w:rsidRDefault="00B061FB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vAlign w:val="center"/>
        </w:tcPr>
        <w:p w:rsidR="00B061FB" w:rsidRPr="00395E16" w:rsidRDefault="00B061FB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vAlign w:val="center"/>
        </w:tcPr>
        <w:p w:rsidR="00B061FB" w:rsidRPr="0019456F" w:rsidRDefault="00B061FB" w:rsidP="00B83E02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ΑΝΑΚΟΙΝΩΣΗ – ΠΡΟΣΚΛΗΣΗ ΕΚΔΗΛΩΣΗΣ ΕΝΔΙΑΦΕΡΟΝΤΟΣ</w:t>
          </w:r>
        </w:p>
      </w:tc>
      <w:tc>
        <w:tcPr>
          <w:tcW w:w="1777" w:type="dxa"/>
          <w:vMerge/>
          <w:vAlign w:val="center"/>
        </w:tcPr>
        <w:p w:rsidR="00B061FB" w:rsidRPr="00395E16" w:rsidRDefault="00B061FB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B061FB" w:rsidRPr="00395E16" w:rsidTr="00FC1902">
      <w:trPr>
        <w:cantSplit/>
        <w:trHeight w:val="324"/>
        <w:jc w:val="center"/>
      </w:trPr>
      <w:tc>
        <w:tcPr>
          <w:tcW w:w="1635" w:type="dxa"/>
          <w:vMerge/>
        </w:tcPr>
        <w:p w:rsidR="00B061FB" w:rsidRPr="00395E16" w:rsidRDefault="00B061FB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</w:tcPr>
        <w:p w:rsidR="00B061FB" w:rsidRPr="00395E16" w:rsidRDefault="00B061FB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vAlign w:val="center"/>
        </w:tcPr>
        <w:p w:rsidR="00B061FB" w:rsidRPr="00395E16" w:rsidRDefault="00B061FB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vAlign w:val="center"/>
        </w:tcPr>
        <w:p w:rsidR="00B061FB" w:rsidRPr="00395E16" w:rsidRDefault="00B061FB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B061FB" w:rsidRDefault="00B061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5B51"/>
    <w:rsid w:val="00072ECE"/>
    <w:rsid w:val="000731FA"/>
    <w:rsid w:val="00074560"/>
    <w:rsid w:val="00082994"/>
    <w:rsid w:val="00082E25"/>
    <w:rsid w:val="00085783"/>
    <w:rsid w:val="000943E7"/>
    <w:rsid w:val="000A0A19"/>
    <w:rsid w:val="000A60E2"/>
    <w:rsid w:val="000A6E96"/>
    <w:rsid w:val="000B45C5"/>
    <w:rsid w:val="000B781E"/>
    <w:rsid w:val="000D56F9"/>
    <w:rsid w:val="000D6D4C"/>
    <w:rsid w:val="000D75CA"/>
    <w:rsid w:val="000E1855"/>
    <w:rsid w:val="000E2F1E"/>
    <w:rsid w:val="000F0E84"/>
    <w:rsid w:val="000F1BA2"/>
    <w:rsid w:val="000F7BF6"/>
    <w:rsid w:val="00102EB3"/>
    <w:rsid w:val="001033EA"/>
    <w:rsid w:val="001057B7"/>
    <w:rsid w:val="00110C2B"/>
    <w:rsid w:val="00115F66"/>
    <w:rsid w:val="00123A6D"/>
    <w:rsid w:val="001243D2"/>
    <w:rsid w:val="00126BF4"/>
    <w:rsid w:val="001349C8"/>
    <w:rsid w:val="001438DD"/>
    <w:rsid w:val="00145DD6"/>
    <w:rsid w:val="0015095F"/>
    <w:rsid w:val="00150D0C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83A66"/>
    <w:rsid w:val="00191571"/>
    <w:rsid w:val="00193A29"/>
    <w:rsid w:val="0019456F"/>
    <w:rsid w:val="001947F8"/>
    <w:rsid w:val="001A42E3"/>
    <w:rsid w:val="001A4C09"/>
    <w:rsid w:val="001B4AC9"/>
    <w:rsid w:val="001C230C"/>
    <w:rsid w:val="001C47DF"/>
    <w:rsid w:val="001C49BA"/>
    <w:rsid w:val="001D4AA6"/>
    <w:rsid w:val="001D5785"/>
    <w:rsid w:val="001D60DB"/>
    <w:rsid w:val="001E396F"/>
    <w:rsid w:val="001E7F18"/>
    <w:rsid w:val="001F0901"/>
    <w:rsid w:val="001F31EF"/>
    <w:rsid w:val="001F63B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4C15"/>
    <w:rsid w:val="00284FBD"/>
    <w:rsid w:val="002856DA"/>
    <w:rsid w:val="00287BC1"/>
    <w:rsid w:val="00290A60"/>
    <w:rsid w:val="00293937"/>
    <w:rsid w:val="00294FD3"/>
    <w:rsid w:val="002A508D"/>
    <w:rsid w:val="002B10C8"/>
    <w:rsid w:val="002B232A"/>
    <w:rsid w:val="002B70CF"/>
    <w:rsid w:val="002C21DE"/>
    <w:rsid w:val="002C7F7D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142E2"/>
    <w:rsid w:val="00314C9F"/>
    <w:rsid w:val="003150BF"/>
    <w:rsid w:val="00320DCF"/>
    <w:rsid w:val="00327F47"/>
    <w:rsid w:val="0033309B"/>
    <w:rsid w:val="00333B00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775DF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04825"/>
    <w:rsid w:val="004052F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7F9"/>
    <w:rsid w:val="005518BC"/>
    <w:rsid w:val="0055331A"/>
    <w:rsid w:val="005554EA"/>
    <w:rsid w:val="00555FED"/>
    <w:rsid w:val="00561B13"/>
    <w:rsid w:val="00562C4C"/>
    <w:rsid w:val="0056392B"/>
    <w:rsid w:val="0056488E"/>
    <w:rsid w:val="00584F62"/>
    <w:rsid w:val="00586D16"/>
    <w:rsid w:val="005919D5"/>
    <w:rsid w:val="00593873"/>
    <w:rsid w:val="005A1181"/>
    <w:rsid w:val="005C1694"/>
    <w:rsid w:val="005C1CD5"/>
    <w:rsid w:val="005C351F"/>
    <w:rsid w:val="005C5D80"/>
    <w:rsid w:val="005D1009"/>
    <w:rsid w:val="005D3A91"/>
    <w:rsid w:val="005D6859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55FA7"/>
    <w:rsid w:val="0066231A"/>
    <w:rsid w:val="006657FB"/>
    <w:rsid w:val="00675981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3CA4"/>
    <w:rsid w:val="00707860"/>
    <w:rsid w:val="007108DB"/>
    <w:rsid w:val="00710CE4"/>
    <w:rsid w:val="007142BA"/>
    <w:rsid w:val="00717BC7"/>
    <w:rsid w:val="00724A06"/>
    <w:rsid w:val="00727B3A"/>
    <w:rsid w:val="0073376A"/>
    <w:rsid w:val="00734C8E"/>
    <w:rsid w:val="00740C79"/>
    <w:rsid w:val="007413EC"/>
    <w:rsid w:val="00741ED2"/>
    <w:rsid w:val="00741F61"/>
    <w:rsid w:val="007438CA"/>
    <w:rsid w:val="007453CB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7BA5"/>
    <w:rsid w:val="007A183E"/>
    <w:rsid w:val="007A33BA"/>
    <w:rsid w:val="007A3B34"/>
    <w:rsid w:val="007B47EC"/>
    <w:rsid w:val="007B77A2"/>
    <w:rsid w:val="007C211C"/>
    <w:rsid w:val="007C5C94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70186"/>
    <w:rsid w:val="0087483E"/>
    <w:rsid w:val="00876AFC"/>
    <w:rsid w:val="0088084D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55A5"/>
    <w:rsid w:val="009078E4"/>
    <w:rsid w:val="009145D6"/>
    <w:rsid w:val="00915AD3"/>
    <w:rsid w:val="00923F22"/>
    <w:rsid w:val="009343DB"/>
    <w:rsid w:val="009375AA"/>
    <w:rsid w:val="009402E5"/>
    <w:rsid w:val="009537C7"/>
    <w:rsid w:val="00960202"/>
    <w:rsid w:val="009614F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1CE4"/>
    <w:rsid w:val="009B2722"/>
    <w:rsid w:val="009B5EE1"/>
    <w:rsid w:val="009B76DA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39D9"/>
    <w:rsid w:val="00A84CC9"/>
    <w:rsid w:val="00A87E06"/>
    <w:rsid w:val="00A95DFF"/>
    <w:rsid w:val="00A97752"/>
    <w:rsid w:val="00AA21A7"/>
    <w:rsid w:val="00AC1279"/>
    <w:rsid w:val="00AC6C8D"/>
    <w:rsid w:val="00AD486C"/>
    <w:rsid w:val="00AD7E59"/>
    <w:rsid w:val="00AE036D"/>
    <w:rsid w:val="00AE1DD4"/>
    <w:rsid w:val="00AE5D06"/>
    <w:rsid w:val="00AF3B97"/>
    <w:rsid w:val="00AF60CD"/>
    <w:rsid w:val="00AF6E5E"/>
    <w:rsid w:val="00B00C12"/>
    <w:rsid w:val="00B061FB"/>
    <w:rsid w:val="00B104FF"/>
    <w:rsid w:val="00B13851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25669"/>
    <w:rsid w:val="00C31D97"/>
    <w:rsid w:val="00C344A3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B64DC"/>
    <w:rsid w:val="00CC1392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74E7"/>
    <w:rsid w:val="00D275AA"/>
    <w:rsid w:val="00D2782B"/>
    <w:rsid w:val="00D32B03"/>
    <w:rsid w:val="00D3438B"/>
    <w:rsid w:val="00D50B63"/>
    <w:rsid w:val="00D72342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363B8"/>
    <w:rsid w:val="00E43588"/>
    <w:rsid w:val="00E5440F"/>
    <w:rsid w:val="00E62A4C"/>
    <w:rsid w:val="00E81C69"/>
    <w:rsid w:val="00E862CF"/>
    <w:rsid w:val="00E9679A"/>
    <w:rsid w:val="00E97103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070E"/>
    <w:rsid w:val="00F06A4B"/>
    <w:rsid w:val="00F14668"/>
    <w:rsid w:val="00F168BC"/>
    <w:rsid w:val="00F16973"/>
    <w:rsid w:val="00F22947"/>
    <w:rsid w:val="00F26C20"/>
    <w:rsid w:val="00F358DE"/>
    <w:rsid w:val="00F41CA8"/>
    <w:rsid w:val="00F4632D"/>
    <w:rsid w:val="00F46CB8"/>
    <w:rsid w:val="00F601B5"/>
    <w:rsid w:val="00F608DD"/>
    <w:rsid w:val="00F60E65"/>
    <w:rsid w:val="00F61001"/>
    <w:rsid w:val="00F6396F"/>
    <w:rsid w:val="00F67C49"/>
    <w:rsid w:val="00F71959"/>
    <w:rsid w:val="00F768DB"/>
    <w:rsid w:val="00F76BD6"/>
    <w:rsid w:val="00F8787F"/>
    <w:rsid w:val="00FB60F3"/>
    <w:rsid w:val="00FC1902"/>
    <w:rsid w:val="00FC2D5F"/>
    <w:rsid w:val="00FC5BD7"/>
    <w:rsid w:val="00FD05E7"/>
    <w:rsid w:val="00FD2422"/>
    <w:rsid w:val="00FE1BAA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065"/>
    <w:rPr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4CC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84CC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84CC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84CC9"/>
    <w:rPr>
      <w:rFonts w:ascii="Calibri" w:hAnsi="Calibri" w:cs="Times New Roman"/>
      <w:b/>
      <w:b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EC206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EC206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86D16"/>
    <w:rPr>
      <w:rFonts w:cs="Times New Roman"/>
      <w:lang w:eastAsia="en-US"/>
    </w:rPr>
  </w:style>
  <w:style w:type="paragraph" w:styleId="BodyText">
    <w:name w:val="Body Text"/>
    <w:basedOn w:val="Normal"/>
    <w:link w:val="BodyTextChar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84D1A"/>
    <w:rPr>
      <w:rFonts w:ascii="Tahoma" w:hAnsi="Tahoma" w:cs="Times New Roman"/>
      <w:sz w:val="28"/>
      <w:lang w:eastAsia="en-US"/>
    </w:rPr>
  </w:style>
  <w:style w:type="paragraph" w:customStyle="1" w:styleId="Heading1c">
    <w:name w:val="Heading 1c"/>
    <w:basedOn w:val="Normal"/>
    <w:uiPriority w:val="99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Normal"/>
    <w:uiPriority w:val="99"/>
    <w:rsid w:val="00EC2065"/>
    <w:rPr>
      <w:sz w:val="24"/>
    </w:rPr>
  </w:style>
  <w:style w:type="character" w:styleId="PageNumber">
    <w:name w:val="page number"/>
    <w:basedOn w:val="DefaultParagraphFont"/>
    <w:uiPriority w:val="99"/>
    <w:rsid w:val="00EC2065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paragraph" w:styleId="BodyText2">
    <w:name w:val="Body Text 2"/>
    <w:basedOn w:val="Normal"/>
    <w:link w:val="BodyText2Char"/>
    <w:uiPriority w:val="99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AD7E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586D1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86D16"/>
    <w:rPr>
      <w:rFonts w:ascii="Tahoma" w:hAnsi="Tahoma" w:cs="Times New Roman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73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1</Pages>
  <Words>185</Words>
  <Characters>1004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subject/>
  <dc:creator>IRENE</dc:creator>
  <cp:keywords/>
  <dc:description/>
  <cp:lastModifiedBy>user</cp:lastModifiedBy>
  <cp:revision>12</cp:revision>
  <cp:lastPrinted>2015-04-21T11:58:00Z</cp:lastPrinted>
  <dcterms:created xsi:type="dcterms:W3CDTF">2016-03-17T10:26:00Z</dcterms:created>
  <dcterms:modified xsi:type="dcterms:W3CDTF">2017-02-01T07:49:00Z</dcterms:modified>
</cp:coreProperties>
</file>